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1F183A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C73CC">
        <w:t>„</w:t>
      </w:r>
      <w:r w:rsidR="003C73CC">
        <w:rPr>
          <w:b/>
          <w:bCs/>
        </w:rPr>
        <w:t>Oprava propustků v úseku Nová Pec – Černý Kříž - projektová dokumentace“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3C73C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3C73C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C73CC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8</cp:revision>
  <cp:lastPrinted>2017-11-28T17:18:00Z</cp:lastPrinted>
  <dcterms:created xsi:type="dcterms:W3CDTF">2023-11-16T10:29:00Z</dcterms:created>
  <dcterms:modified xsi:type="dcterms:W3CDTF">2024-03-08T07:23:00Z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